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F1B811E" w:rsidR="00055BC9" w:rsidRDefault="00C72393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0D3545A0">
                    <wp:simplePos x="0" y="0"/>
                    <wp:positionH relativeFrom="margin">
                      <wp:posOffset>4748530</wp:posOffset>
                    </wp:positionH>
                    <wp:positionV relativeFrom="topMargin">
                      <wp:align>bottom</wp:align>
                    </wp:positionV>
                    <wp:extent cx="167957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7957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405D7428" w:rsidR="00313E59" w:rsidRDefault="00C72393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DAF_2025_000329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3.9pt;margin-top:0;width:132.2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405D7428" w:rsidR="00313E59" w:rsidRDefault="00C72393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DAF_2025_000329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74189BBC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0C7F5D31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6E753B5A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C72393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Corse</w:t>
                                </w:r>
                              </w:p>
                              <w:p w14:paraId="51374730" w14:textId="4F356C84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9B26F9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6E753B5A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C72393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Corse</w:t>
                          </w:r>
                        </w:p>
                        <w:p w14:paraId="51374730" w14:textId="4F356C84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9B26F9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374732" w14:textId="4D1D28B7" w:rsidR="00313E59" w:rsidRPr="00005185" w:rsidRDefault="0092482B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M</w:t>
                                </w:r>
                                <w:r w:rsidR="00313E59" w:rsidRPr="0000518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aintenance préventive et corrective des installations </w:t>
                                </w:r>
                                <w:r w:rsidR="00C72393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d’eau pluviale et d’assainissement implantées sur les sites</w:t>
                                </w:r>
                                <w:r w:rsidR="00313E59" w:rsidRPr="0000518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de la base de défense de </w:t>
                                </w:r>
                                <w:r w:rsidR="00C72393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CALVI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4" w14:textId="26DE9DDB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8B6E0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HAUTE CORSE (2B) et CORSE DU SUD (2A)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374732" w14:textId="4D1D28B7" w:rsidR="00313E59" w:rsidRPr="00005185" w:rsidRDefault="0092482B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M</w:t>
                          </w:r>
                          <w:r w:rsidR="00313E59" w:rsidRPr="0000518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aintenance préventive et corrective des installations </w:t>
                          </w:r>
                          <w:r w:rsidR="00C72393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d’eau pluviale et d’assainissement implantées sur les sites</w:t>
                          </w:r>
                          <w:r w:rsidR="00313E59" w:rsidRPr="0000518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 de la base de défense de </w:t>
                          </w:r>
                          <w:r w:rsidR="00C72393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CALVI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1374734" w14:textId="26DE9DDB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8B6E05">
                            <w:rPr>
                              <w:rFonts w:cs="Arial"/>
                              <w:sz w:val="22"/>
                              <w:szCs w:val="22"/>
                            </w:rPr>
                            <w:t>HAUTE CORSE (2B) et CORSE DU SUD (2A)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6DD3E9F0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2475EC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1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0B98C9BA" w:rsidR="003474AD" w:rsidRPr="001D569F" w:rsidRDefault="005E15D9" w:rsidP="005E15D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>Gestion des pièces détachées</w:t>
            </w:r>
            <w:r>
              <w:rPr>
                <w:b/>
                <w:bCs/>
              </w:rPr>
              <w:t xml:space="preserve"> </w:t>
            </w:r>
            <w:r w:rsidR="003474AD" w:rsidRPr="001D569F">
              <w:rPr>
                <w:b/>
                <w:bCs/>
              </w:rPr>
              <w:t xml:space="preserve">: </w:t>
            </w:r>
            <w:r w:rsidR="00697B1A">
              <w:rPr>
                <w:b/>
                <w:bCs/>
              </w:rPr>
              <w:t>2</w:t>
            </w:r>
            <w:r w:rsidR="003474AD" w:rsidRPr="001D569F">
              <w:rPr>
                <w:b/>
                <w:bCs/>
              </w:rPr>
              <w:t xml:space="preserve"> points</w:t>
            </w:r>
          </w:p>
          <w:p w14:paraId="00952A24" w14:textId="3C7EB83D" w:rsidR="003474AD" w:rsidRPr="00590B00" w:rsidRDefault="003474AD" w:rsidP="00590B00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0B00">
              <w:rPr>
                <w:sz w:val="18"/>
                <w:szCs w:val="18"/>
              </w:rPr>
              <w:t xml:space="preserve">Le candidat </w:t>
            </w:r>
            <w:r w:rsidR="00590B00" w:rsidRPr="00590B00">
              <w:rPr>
                <w:sz w:val="18"/>
                <w:szCs w:val="18"/>
              </w:rPr>
              <w:t xml:space="preserve">décrit </w:t>
            </w:r>
            <w:r w:rsidR="00590B00" w:rsidRPr="00590B00">
              <w:rPr>
                <w:szCs w:val="20"/>
              </w:rPr>
              <w:t>les mesures prises pour valoriser la réparation plutôt que le remplacement d’une pièce défectueuse</w:t>
            </w:r>
            <w:r w:rsidRPr="00590B00">
              <w:rPr>
                <w:sz w:val="18"/>
                <w:szCs w:val="18"/>
              </w:rPr>
              <w:t xml:space="preserve"> </w:t>
            </w:r>
            <w:r w:rsidR="00590B00" w:rsidRPr="00590B00">
              <w:rPr>
                <w:sz w:val="18"/>
                <w:szCs w:val="18"/>
              </w:rPr>
              <w:t>(</w:t>
            </w:r>
            <w:r w:rsidR="00697B1A">
              <w:rPr>
                <w:sz w:val="18"/>
                <w:szCs w:val="18"/>
              </w:rPr>
              <w:t>1</w:t>
            </w:r>
            <w:r w:rsidR="00590B00" w:rsidRPr="00590B00">
              <w:rPr>
                <w:sz w:val="18"/>
                <w:szCs w:val="18"/>
              </w:rPr>
              <w:t xml:space="preserve"> points)</w:t>
            </w:r>
          </w:p>
          <w:p w14:paraId="513746FC" w14:textId="3385D871" w:rsidR="00590B00" w:rsidRPr="00590B00" w:rsidRDefault="00590B00" w:rsidP="00590B00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décrit les m</w:t>
            </w:r>
            <w:r w:rsidRPr="00590B00">
              <w:rPr>
                <w:sz w:val="18"/>
                <w:szCs w:val="18"/>
              </w:rPr>
              <w:t>esures de recours aux pièces détachés issues du réemploi, réutilisées ou recyclées</w:t>
            </w:r>
            <w:r w:rsidR="00697B1A">
              <w:rPr>
                <w:sz w:val="18"/>
                <w:szCs w:val="18"/>
              </w:rPr>
              <w:t>. (1</w:t>
            </w:r>
            <w:r>
              <w:rPr>
                <w:sz w:val="18"/>
                <w:szCs w:val="18"/>
              </w:rPr>
              <w:t xml:space="preserve"> points)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3B98165C" w:rsidR="003474AD" w:rsidRPr="00697B1A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697B1A">
              <w:rPr>
                <w:b/>
                <w:bCs/>
              </w:rPr>
              <w:t xml:space="preserve">2. </w:t>
            </w:r>
            <w:r w:rsidR="00590B00" w:rsidRPr="00697B1A">
              <w:rPr>
                <w:b/>
                <w:bCs/>
              </w:rPr>
              <w:t>Gestion des déchets</w:t>
            </w:r>
            <w:r w:rsidR="00590B00" w:rsidRPr="00697B1A">
              <w:rPr>
                <w:rFonts w:ascii="Calibri" w:hAnsi="Calibri" w:cs="Calibri"/>
                <w:b/>
                <w:bCs/>
              </w:rPr>
              <w:t> </w:t>
            </w:r>
            <w:r w:rsidR="00590B00" w:rsidRPr="00697B1A">
              <w:rPr>
                <w:b/>
                <w:bCs/>
              </w:rPr>
              <w:t xml:space="preserve">: </w:t>
            </w:r>
            <w:r w:rsidR="00697B1A" w:rsidRPr="00697B1A">
              <w:rPr>
                <w:b/>
                <w:bCs/>
              </w:rPr>
              <w:t>2</w:t>
            </w:r>
            <w:r w:rsidR="00590B00" w:rsidRPr="00697B1A">
              <w:rPr>
                <w:b/>
                <w:bCs/>
              </w:rPr>
              <w:t xml:space="preserve"> points</w:t>
            </w:r>
          </w:p>
          <w:p w14:paraId="51374700" w14:textId="6F21CA0E" w:rsidR="003474AD" w:rsidRPr="00697B1A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7B1A">
              <w:rPr>
                <w:sz w:val="18"/>
                <w:szCs w:val="18"/>
              </w:rPr>
              <w:t xml:space="preserve">- </w:t>
            </w:r>
            <w:r w:rsidR="00F37A59" w:rsidRPr="00697B1A">
              <w:rPr>
                <w:sz w:val="18"/>
                <w:szCs w:val="18"/>
              </w:rPr>
              <w:t>2.1</w:t>
            </w:r>
            <w:r w:rsidR="00F37A59" w:rsidRPr="00697B1A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 w:rsidRPr="00697B1A">
              <w:rPr>
                <w:sz w:val="18"/>
                <w:szCs w:val="18"/>
              </w:rPr>
              <w:t xml:space="preserve">: </w:t>
            </w:r>
            <w:r w:rsidR="00590B00" w:rsidRPr="00697B1A">
              <w:rPr>
                <w:sz w:val="18"/>
                <w:szCs w:val="18"/>
              </w:rPr>
              <w:t>Le candidat décrit les mesures prises sur la mise en place (ou l’utilisation) d’une filière de recyclage</w:t>
            </w:r>
            <w:r w:rsidRPr="00697B1A">
              <w:rPr>
                <w:sz w:val="18"/>
                <w:szCs w:val="18"/>
              </w:rPr>
              <w:t xml:space="preserve"> </w:t>
            </w:r>
            <w:r w:rsidRPr="00697B1A">
              <w:rPr>
                <w:b/>
                <w:sz w:val="18"/>
                <w:szCs w:val="18"/>
              </w:rPr>
              <w:t>(</w:t>
            </w:r>
            <w:r w:rsidR="00697B1A" w:rsidRPr="00697B1A">
              <w:rPr>
                <w:b/>
                <w:sz w:val="18"/>
                <w:szCs w:val="18"/>
              </w:rPr>
              <w:t>1</w:t>
            </w:r>
            <w:r w:rsidRPr="00697B1A">
              <w:rPr>
                <w:b/>
                <w:sz w:val="18"/>
                <w:szCs w:val="18"/>
              </w:rPr>
              <w:t xml:space="preserve"> points)</w:t>
            </w:r>
          </w:p>
          <w:p w14:paraId="51374701" w14:textId="570CF4CF" w:rsidR="003474AD" w:rsidRPr="001D569F" w:rsidRDefault="003474AD" w:rsidP="00590B0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97B1A">
              <w:rPr>
                <w:sz w:val="18"/>
                <w:szCs w:val="18"/>
              </w:rPr>
              <w:t xml:space="preserve">- </w:t>
            </w:r>
            <w:r w:rsidR="00F37A59" w:rsidRPr="00697B1A">
              <w:rPr>
                <w:sz w:val="18"/>
                <w:szCs w:val="18"/>
              </w:rPr>
              <w:t>2.2</w:t>
            </w:r>
            <w:r w:rsidR="00F37A59" w:rsidRPr="00697B1A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 w:rsidRPr="00697B1A">
              <w:rPr>
                <w:sz w:val="18"/>
                <w:szCs w:val="18"/>
              </w:rPr>
              <w:t xml:space="preserve">: </w:t>
            </w:r>
            <w:r w:rsidR="00590B00" w:rsidRPr="00697B1A">
              <w:rPr>
                <w:sz w:val="18"/>
                <w:szCs w:val="18"/>
              </w:rPr>
              <w:t>Le candidat décrit les dispositions prises pour le suivi dématérialisé des déchets (TrackDéchets)</w:t>
            </w:r>
            <w:r w:rsidRPr="00697B1A">
              <w:rPr>
                <w:sz w:val="18"/>
                <w:szCs w:val="18"/>
              </w:rPr>
              <w:t xml:space="preserve"> </w:t>
            </w:r>
            <w:r w:rsidRPr="00697B1A">
              <w:rPr>
                <w:b/>
                <w:sz w:val="18"/>
                <w:szCs w:val="18"/>
              </w:rPr>
              <w:t>(</w:t>
            </w:r>
            <w:r w:rsidR="00697B1A" w:rsidRPr="00697B1A">
              <w:rPr>
                <w:b/>
                <w:sz w:val="18"/>
                <w:szCs w:val="18"/>
              </w:rPr>
              <w:t>1</w:t>
            </w:r>
            <w:r w:rsidRPr="00697B1A">
              <w:rPr>
                <w:b/>
                <w:sz w:val="18"/>
                <w:szCs w:val="18"/>
              </w:rPr>
              <w:t xml:space="preserve"> points)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4" w14:textId="5F67C924" w:rsidR="003474AD" w:rsidRPr="00697B1A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697B1A">
              <w:rPr>
                <w:b/>
                <w:bCs/>
              </w:rPr>
              <w:t xml:space="preserve">3. </w:t>
            </w:r>
            <w:r w:rsidR="00590B00" w:rsidRPr="00697B1A">
              <w:rPr>
                <w:b/>
                <w:bCs/>
              </w:rPr>
              <w:t>Mise en œuvre d’actions éco-responsables</w:t>
            </w:r>
            <w:r w:rsidRPr="00697B1A">
              <w:rPr>
                <w:b/>
                <w:bCs/>
              </w:rPr>
              <w:t xml:space="preserve"> : </w:t>
            </w:r>
            <w:r w:rsidR="00697B1A" w:rsidRPr="00697B1A">
              <w:rPr>
                <w:b/>
                <w:bCs/>
              </w:rPr>
              <w:t>0.5</w:t>
            </w:r>
            <w:r w:rsidRPr="00697B1A">
              <w:rPr>
                <w:b/>
                <w:bCs/>
              </w:rPr>
              <w:t xml:space="preserve"> points</w:t>
            </w:r>
          </w:p>
          <w:p w14:paraId="3987E673" w14:textId="4E3B91B7" w:rsidR="00F36E82" w:rsidRPr="00697B1A" w:rsidRDefault="003474AD" w:rsidP="00F36E8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7B1A">
              <w:rPr>
                <w:sz w:val="18"/>
                <w:szCs w:val="18"/>
              </w:rPr>
              <w:t xml:space="preserve">Le candidat </w:t>
            </w:r>
            <w:r w:rsidR="00590B00" w:rsidRPr="00697B1A">
              <w:rPr>
                <w:sz w:val="18"/>
                <w:szCs w:val="18"/>
              </w:rPr>
              <w:t>indique les</w:t>
            </w:r>
            <w:r w:rsidRPr="00697B1A">
              <w:rPr>
                <w:sz w:val="18"/>
                <w:szCs w:val="18"/>
              </w:rPr>
              <w:t xml:space="preserve"> </w:t>
            </w:r>
            <w:r w:rsidR="00590B00" w:rsidRPr="00697B1A">
              <w:rPr>
                <w:sz w:val="18"/>
                <w:szCs w:val="18"/>
              </w:rPr>
              <w:t>mesures prises pour limiter l’impact carbone</w:t>
            </w:r>
            <w:r w:rsidR="00F36E82" w:rsidRPr="00697B1A">
              <w:rPr>
                <w:sz w:val="18"/>
                <w:szCs w:val="18"/>
              </w:rPr>
              <w:t xml:space="preserve"> de son activité</w:t>
            </w:r>
            <w:r w:rsidR="00F36E82" w:rsidRPr="00697B1A">
              <w:rPr>
                <w:rFonts w:ascii="Calibri" w:hAnsi="Calibri" w:cs="Calibri"/>
                <w:sz w:val="18"/>
                <w:szCs w:val="18"/>
              </w:rPr>
              <w:t> </w:t>
            </w:r>
            <w:r w:rsidR="00F36E82" w:rsidRPr="00697B1A">
              <w:rPr>
                <w:sz w:val="18"/>
                <w:szCs w:val="18"/>
              </w:rPr>
              <w:t>:</w:t>
            </w:r>
          </w:p>
          <w:p w14:paraId="7F336643" w14:textId="77777777" w:rsidR="00F36E82" w:rsidRPr="00697B1A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97B1A">
              <w:rPr>
                <w:sz w:val="18"/>
                <w:szCs w:val="18"/>
              </w:rPr>
              <w:t>Dans ses</w:t>
            </w:r>
            <w:r w:rsidR="00590B00" w:rsidRPr="00697B1A">
              <w:rPr>
                <w:sz w:val="18"/>
                <w:szCs w:val="18"/>
              </w:rPr>
              <w:t xml:space="preserve"> déplacements (véhicules propres, mise en place d’une politique volontariste de réduction des consommations du carburant - écoconduite) ;</w:t>
            </w:r>
            <w:r w:rsidRPr="00697B1A">
              <w:rPr>
                <w:sz w:val="18"/>
                <w:szCs w:val="18"/>
              </w:rPr>
              <w:t xml:space="preserve"> </w:t>
            </w:r>
          </w:p>
          <w:p w14:paraId="51374705" w14:textId="2792AA5C" w:rsidR="003474AD" w:rsidRPr="00697B1A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697B1A">
              <w:rPr>
                <w:sz w:val="18"/>
                <w:szCs w:val="18"/>
              </w:rPr>
              <w:t xml:space="preserve">Dans ses </w:t>
            </w:r>
            <w:r w:rsidR="00590B00" w:rsidRPr="00697B1A">
              <w:rPr>
                <w:sz w:val="18"/>
                <w:szCs w:val="18"/>
              </w:rPr>
              <w:t>approvisionnements (localisation des fournisseurs).</w:t>
            </w:r>
            <w:r w:rsidR="003474AD" w:rsidRPr="00697B1A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F36E82">
        <w:trPr>
          <w:trHeight w:val="1468"/>
        </w:trPr>
        <w:tc>
          <w:tcPr>
            <w:tcW w:w="9067" w:type="dxa"/>
            <w:shd w:val="clear" w:color="auto" w:fill="auto"/>
          </w:tcPr>
          <w:p w14:paraId="51374708" w14:textId="16A722F4" w:rsidR="003474AD" w:rsidRPr="00697B1A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697B1A">
              <w:rPr>
                <w:b/>
                <w:bCs/>
              </w:rPr>
              <w:t xml:space="preserve">4. </w:t>
            </w:r>
            <w:r w:rsidR="00F36E82" w:rsidRPr="00697B1A">
              <w:rPr>
                <w:b/>
                <w:bCs/>
              </w:rPr>
              <w:t>Dispositions sociales spécifiques</w:t>
            </w:r>
            <w:r w:rsidRPr="00697B1A">
              <w:rPr>
                <w:rFonts w:ascii="Calibri" w:hAnsi="Calibri" w:cs="Calibri"/>
                <w:b/>
              </w:rPr>
              <w:t> </w:t>
            </w:r>
            <w:r w:rsidRPr="00697B1A">
              <w:rPr>
                <w:b/>
              </w:rPr>
              <w:t xml:space="preserve">: </w:t>
            </w:r>
            <w:r w:rsidR="00697B1A" w:rsidRPr="00697B1A">
              <w:rPr>
                <w:b/>
              </w:rPr>
              <w:t>0.5</w:t>
            </w:r>
            <w:r w:rsidRPr="00697B1A">
              <w:rPr>
                <w:b/>
              </w:rPr>
              <w:t xml:space="preserve"> points</w:t>
            </w:r>
          </w:p>
          <w:p w14:paraId="51374709" w14:textId="1B586CD7" w:rsidR="003474AD" w:rsidRPr="00697B1A" w:rsidRDefault="00F36E82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7B1A">
              <w:rPr>
                <w:sz w:val="18"/>
                <w:szCs w:val="18"/>
              </w:rPr>
              <w:t>Le candidat décrit s’il a mis en place des démarches visant à l’égalité professionnelle femmes/hommes, à l’insertion des personnes éloignées de l’emploi ou en situation de handicap et/ou une labellisation « Relations fournisseurs et Achats Responsables ».</w:t>
            </w:r>
          </w:p>
        </w:tc>
        <w:tc>
          <w:tcPr>
            <w:tcW w:w="4927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1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05C00" w14:textId="77777777" w:rsidR="0020669B" w:rsidRDefault="0020669B" w:rsidP="00EA6B59">
      <w:pPr>
        <w:spacing w:after="0" w:line="240" w:lineRule="auto"/>
      </w:pPr>
      <w:r>
        <w:separator/>
      </w:r>
    </w:p>
  </w:endnote>
  <w:endnote w:type="continuationSeparator" w:id="0">
    <w:p w14:paraId="061AD559" w14:textId="77777777" w:rsidR="0020669B" w:rsidRDefault="0020669B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2475EC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A53C6" w14:textId="77777777" w:rsidR="0020669B" w:rsidRDefault="0020669B" w:rsidP="00EA6B59">
      <w:pPr>
        <w:spacing w:after="0" w:line="240" w:lineRule="auto"/>
      </w:pPr>
      <w:r>
        <w:separator/>
      </w:r>
    </w:p>
  </w:footnote>
  <w:footnote w:type="continuationSeparator" w:id="0">
    <w:p w14:paraId="57E2421C" w14:textId="77777777" w:rsidR="0020669B" w:rsidRDefault="0020669B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0669B"/>
    <w:rsid w:val="00211B4E"/>
    <w:rsid w:val="00211D29"/>
    <w:rsid w:val="00232269"/>
    <w:rsid w:val="0023454E"/>
    <w:rsid w:val="002475EC"/>
    <w:rsid w:val="002476A1"/>
    <w:rsid w:val="00250321"/>
    <w:rsid w:val="00260DA9"/>
    <w:rsid w:val="00262BB6"/>
    <w:rsid w:val="00267BD7"/>
    <w:rsid w:val="00282754"/>
    <w:rsid w:val="002A0B70"/>
    <w:rsid w:val="002A7BE1"/>
    <w:rsid w:val="002B5D34"/>
    <w:rsid w:val="002B6B1B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3F23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D7CA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97B1A"/>
    <w:rsid w:val="006A0D6A"/>
    <w:rsid w:val="006A1A77"/>
    <w:rsid w:val="006B767A"/>
    <w:rsid w:val="006C3B18"/>
    <w:rsid w:val="006F348D"/>
    <w:rsid w:val="006F3CB1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6E05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26F9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2393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7F4EF6A306AF44B99F77A93FAEF803" ma:contentTypeVersion="1" ma:contentTypeDescription="Crée un document." ma:contentTypeScope="" ma:versionID="1f28379c9d8ff7d7f143893cdfeacc42">
  <xsd:schema xmlns:xsd="http://www.w3.org/2001/XMLSchema" xmlns:xs="http://www.w3.org/2001/XMLSchema" xmlns:p="http://schemas.microsoft.com/office/2006/metadata/properties" xmlns:ns2="cc2664cf-e5de-40b1-aab9-9e3a8d6412b6" targetNamespace="http://schemas.microsoft.com/office/2006/metadata/properties" ma:root="true" ma:fieldsID="d538d3b5f774aee616918c6c3e013138" ns2:_="">
    <xsd:import namespace="cc2664cf-e5de-40b1-aab9-9e3a8d6412b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664cf-e5de-40b1-aab9-9e3a8d6412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92BCF0-296F-4877-90DA-1930ADC8B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2664cf-e5de-40b1-aab9-9e3a8d6412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F05F44D-00DD-438E-98B9-16DE80B98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0</TotalTime>
  <Pages>2</Pages>
  <Words>252</Words>
  <Characters>1390</Characters>
  <Application>Microsoft Office Word</Application>
  <DocSecurity>4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2</cp:revision>
  <dcterms:created xsi:type="dcterms:W3CDTF">2025-04-14T15:09:00Z</dcterms:created>
  <dcterms:modified xsi:type="dcterms:W3CDTF">2025-04-14T15:09:00Z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0x0101008A7F4EF6A306AF44B99F77A93FAEF803</vt:lpwstr>
  </property>
</Properties>
</file>